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7068E8">
      <w:pPr>
        <w:pStyle w:val="Standard"/>
        <w:jc w:val="center"/>
      </w:pPr>
      <w:r>
        <w:rPr>
          <w:b/>
          <w:sz w:val="24"/>
          <w:szCs w:val="24"/>
        </w:rPr>
        <w:t xml:space="preserve">о  лицах, намеревающихся перераспределить максимальную мощность принадлежащих ему энергопринимающих  устройств  за  </w:t>
      </w:r>
      <w:r w:rsidR="002D146B">
        <w:rPr>
          <w:b/>
          <w:sz w:val="24"/>
          <w:szCs w:val="24"/>
        </w:rPr>
        <w:t>сентябрь</w:t>
      </w:r>
      <w:r>
        <w:rPr>
          <w:b/>
          <w:sz w:val="24"/>
          <w:szCs w:val="24"/>
        </w:rPr>
        <w:t xml:space="preserve"> 2022г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</w:t>
      </w:r>
      <w:r w:rsidR="002D146B">
        <w:t>сентябрь</w:t>
      </w:r>
      <w:r>
        <w:t xml:space="preserve">  2022 года:</w:t>
      </w:r>
    </w:p>
    <w:p w:rsidR="00234CB2" w:rsidRDefault="007068E8">
      <w:pPr>
        <w:pStyle w:val="Standard"/>
      </w:pPr>
      <w:r>
        <w:t xml:space="preserve"> В филиал АО «МЭС» «Ковдорская электросеть»,   заявок  от  </w:t>
      </w:r>
      <w:proofErr w:type="gramStart"/>
      <w:r>
        <w:t xml:space="preserve">лиц, намеревающихся  перераспределить максимальную  мощность   принадлежащих  ему   энергопринимающих    устройств за  </w:t>
      </w:r>
      <w:r w:rsidR="002D146B">
        <w:t>сентябрь</w:t>
      </w:r>
      <w:r>
        <w:t xml:space="preserve"> 2022 года  не  поступало</w:t>
      </w:r>
      <w:proofErr w:type="gramEnd"/>
      <w:r>
        <w:t>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  <w:bookmarkStart w:id="0" w:name="_GoBack"/>
      <w:bookmarkEnd w:id="0"/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234CB2"/>
    <w:rsid w:val="002D146B"/>
    <w:rsid w:val="007068E8"/>
    <w:rsid w:val="0089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</cp:revision>
  <cp:lastPrinted>2014-07-09T05:58:00Z</cp:lastPrinted>
  <dcterms:created xsi:type="dcterms:W3CDTF">2021-12-15T10:50:00Z</dcterms:created>
  <dcterms:modified xsi:type="dcterms:W3CDTF">2022-12-05T06:12:00Z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